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0E5" w:rsidRDefault="007410E5" w:rsidP="009E3ED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ЗАДАНИЯ (7-8 классы)</w:t>
      </w:r>
    </w:p>
    <w:p w:rsidR="007410E5" w:rsidRDefault="007410E5" w:rsidP="00D70832">
      <w:pPr>
        <w:ind w:firstLine="709"/>
        <w:jc w:val="center"/>
        <w:rPr>
          <w:b/>
          <w:sz w:val="28"/>
          <w:szCs w:val="28"/>
        </w:rPr>
      </w:pPr>
    </w:p>
    <w:p w:rsidR="007410E5" w:rsidRDefault="007410E5" w:rsidP="009E3ED7">
      <w:pPr>
        <w:jc w:val="center"/>
        <w:outlineLvl w:val="0"/>
        <w:rPr>
          <w:b/>
          <w:sz w:val="28"/>
          <w:szCs w:val="28"/>
        </w:rPr>
      </w:pPr>
      <w:r w:rsidRPr="00625B0D">
        <w:rPr>
          <w:b/>
          <w:sz w:val="28"/>
          <w:szCs w:val="28"/>
        </w:rPr>
        <w:t>ГИМНАСТИКА</w:t>
      </w:r>
    </w:p>
    <w:p w:rsidR="007410E5" w:rsidRPr="00625B0D" w:rsidRDefault="007410E5" w:rsidP="00D70832">
      <w:pPr>
        <w:ind w:firstLine="709"/>
        <w:jc w:val="center"/>
        <w:rPr>
          <w:b/>
          <w:sz w:val="28"/>
          <w:szCs w:val="28"/>
        </w:rPr>
      </w:pPr>
    </w:p>
    <w:p w:rsidR="007410E5" w:rsidRDefault="007410E5" w:rsidP="00E1269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Испытания девушек и юношей проводятся в виде выполнения акробатического упражнения, которое имеет строго обязательный характер. </w:t>
      </w:r>
    </w:p>
    <w:p w:rsidR="007410E5" w:rsidRDefault="007410E5" w:rsidP="00E1269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изменения установленной последовательности элементов упражнение не оценивается, и участник получает 0,0 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 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2 секунд. Общая стоимость всех выполненных элементов и соединений составляет максимально возможную оценку за трудность упражнения, равную 10,0 баллам. Если участник не сумел полностью выполнить упражнение, и трудность выполненной части оказалась менее 6,0 баллов, упражнение считается не выполненным и участник получает 0,0 баллов.</w:t>
      </w:r>
    </w:p>
    <w:p w:rsidR="007410E5" w:rsidRPr="00FB006C" w:rsidRDefault="007410E5" w:rsidP="00E12694">
      <w:pPr>
        <w:ind w:firstLine="709"/>
        <w:jc w:val="both"/>
        <w:rPr>
          <w:bCs/>
          <w:sz w:val="28"/>
          <w:szCs w:val="28"/>
        </w:rPr>
      </w:pPr>
      <w:r w:rsidRPr="00FB006C">
        <w:rPr>
          <w:b/>
          <w:bCs/>
          <w:sz w:val="28"/>
          <w:szCs w:val="28"/>
        </w:rPr>
        <w:t xml:space="preserve">Сбавки. </w:t>
      </w:r>
      <w:r>
        <w:rPr>
          <w:bCs/>
          <w:sz w:val="28"/>
          <w:szCs w:val="28"/>
        </w:rPr>
        <w:t>Ошибки исполнения могут быть: мелкими – 0,1 балла; средними – 0,3 балла; грубыми – 0,5 баллов. Ошибка невыполнения элемента – 0,5 балла.</w:t>
      </w:r>
    </w:p>
    <w:p w:rsidR="007410E5" w:rsidRDefault="007410E5" w:rsidP="00F26DEE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410E5" w:rsidRDefault="007410E5" w:rsidP="009E3ED7">
      <w:pPr>
        <w:pStyle w:val="NormalWeb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Девушки</w:t>
      </w:r>
    </w:p>
    <w:p w:rsidR="007410E5" w:rsidRDefault="007410E5" w:rsidP="00F26DEE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9923" w:type="dxa"/>
        <w:tblCellSpacing w:w="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709"/>
        <w:gridCol w:w="7513"/>
        <w:gridCol w:w="1701"/>
      </w:tblGrid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Упражнение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И.П.–О.С.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Шаг правой (левой) прыжок со сменой согнутых ног вперед, приставляя ногу; упор присев – кувырок назад, кувырок назад согнувшись в стойку ноги врозь,руки вверх – встороны; приставляя ногу прыжок с поворотом на 180 гр.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0,5+2,0+0,5</w:t>
            </w: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 присев – кувырок вперед в группировке; перекат назад стойка на лопатках без помощи рук (держать)– сгибаясь принять, сед в группировке.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1,0 + 1,0</w:t>
            </w: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Сед углом, руки в стороны (обозначить); лечь на спину руки вверх– согнуть руки и ноги «мост» (держать).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 + 1,5</w:t>
            </w: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Лечь на спину, руки вверх– перекат вправо (влево) кругом в упор присев –встать руки вверх; махом одной,толчком другой переворот в сторону(колесо) в стойку ноги врозь.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0,5+1,5</w:t>
            </w: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Правую (левую) в сторону на носок, руки в стороны –фронтальное равновесие (пятка поднятой ноги не ниже 45 гр.) обозначить; приставляя ногу прыжок вверх прогнувшись ноги врозь.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0,5+0,5</w:t>
            </w:r>
          </w:p>
        </w:tc>
      </w:tr>
      <w:tr w:rsidR="007410E5" w:rsidTr="00D70832">
        <w:trPr>
          <w:trHeight w:val="235"/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Максимальное количество баллов.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</w:tbl>
    <w:p w:rsidR="007410E5" w:rsidRDefault="007410E5" w:rsidP="00F26DEE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Юноши</w:t>
      </w:r>
    </w:p>
    <w:p w:rsidR="007410E5" w:rsidRDefault="007410E5" w:rsidP="00F26DEE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9923" w:type="dxa"/>
        <w:tblCellSpacing w:w="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709"/>
        <w:gridCol w:w="7513"/>
        <w:gridCol w:w="1701"/>
      </w:tblGrid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Упражнение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И.П.- О.С.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Правую (левую) в сторону на носок, руки в стороны –фронтальное равновесие (пятка поднятой ноги не ниже 45 гр.) обозначить; приставляя ногу, полуприсед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кувырок вперед прыжком.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0,5+1,0</w:t>
            </w:r>
          </w:p>
        </w:tc>
      </w:tr>
      <w:tr w:rsidR="007410E5" w:rsidTr="00D70832">
        <w:trPr>
          <w:trHeight w:val="780"/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EE00B9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Кувырок, назад согнувшись в стойку ноги врозь; приставляя ногу, из упора присев стойка на голове и руках (обозначить).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1,0 + 2,0</w:t>
            </w:r>
          </w:p>
        </w:tc>
      </w:tr>
      <w:tr w:rsidR="007410E5" w:rsidTr="00D70832">
        <w:trPr>
          <w:trHeight w:val="1050"/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 присев перекат назад стойка на лопатках без помощи рук (держать)– сгибаясь принять, сед углом, руки в стороны (обозначить), сед – наклон вперед (держать).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7410E5" w:rsidTr="00D70832">
        <w:trPr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Из седа,кувырок назад согнувшись – встать руки вверх; махом одной, толчком другой переворот в сторону (колесо) в стойку ноги врозь.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1,0 + 1,5</w:t>
            </w:r>
          </w:p>
        </w:tc>
      </w:tr>
      <w:tr w:rsidR="007410E5" w:rsidTr="00D70832">
        <w:trPr>
          <w:trHeight w:val="735"/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 w:rsidP="003948DC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Приставляя правую (левую), поворот на право (налево) шагом вперед прыжок со сменой прямых ног вперед; приставляя ногу прыжок вверх с поворотом на 180 гр.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0,5+0,5</w:t>
            </w:r>
          </w:p>
        </w:tc>
      </w:tr>
      <w:tr w:rsidR="007410E5" w:rsidTr="00D70832">
        <w:trPr>
          <w:trHeight w:val="381"/>
          <w:tblCellSpacing w:w="0" w:type="dxa"/>
        </w:trPr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Максимальное количество баллов.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E5" w:rsidRDefault="007410E5">
            <w:pPr>
              <w:spacing w:before="100" w:beforeAutospacing="1" w:after="119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</w:tbl>
    <w:p w:rsidR="007410E5" w:rsidRDefault="007410E5" w:rsidP="00772002">
      <w:pPr>
        <w:ind w:firstLine="708"/>
        <w:jc w:val="both"/>
        <w:rPr>
          <w:bCs/>
          <w:sz w:val="28"/>
          <w:szCs w:val="28"/>
        </w:rPr>
      </w:pPr>
    </w:p>
    <w:p w:rsidR="007410E5" w:rsidRPr="00C663C7" w:rsidRDefault="007410E5" w:rsidP="00772002">
      <w:pPr>
        <w:ind w:firstLine="708"/>
        <w:jc w:val="both"/>
        <w:rPr>
          <w:bCs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7410E5" w:rsidRDefault="007410E5" w:rsidP="009E3ED7">
      <w:pPr>
        <w:tabs>
          <w:tab w:val="left" w:pos="113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СПОРТИВНЫЕ ИГРЫ (БАСКЕТБОЛ, ФУТБОЛ, ФЛОРБОЛ)</w:t>
      </w:r>
    </w:p>
    <w:p w:rsidR="007410E5" w:rsidRDefault="007410E5" w:rsidP="00E0782F">
      <w:pPr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Юноши и девушки </w:t>
      </w:r>
    </w:p>
    <w:p w:rsidR="007410E5" w:rsidRDefault="007410E5" w:rsidP="008466B1">
      <w:pPr>
        <w:tabs>
          <w:tab w:val="left" w:pos="1134"/>
        </w:tabs>
        <w:ind w:firstLine="709"/>
        <w:rPr>
          <w:b/>
          <w:sz w:val="28"/>
          <w:szCs w:val="28"/>
        </w:rPr>
      </w:pPr>
    </w:p>
    <w:p w:rsidR="007410E5" w:rsidRPr="00854DE2" w:rsidRDefault="007410E5" w:rsidP="009E3ED7">
      <w:pPr>
        <w:tabs>
          <w:tab w:val="left" w:pos="1134"/>
        </w:tabs>
        <w:ind w:firstLine="709"/>
        <w:outlineLvl w:val="0"/>
        <w:rPr>
          <w:sz w:val="28"/>
          <w:szCs w:val="28"/>
        </w:rPr>
      </w:pPr>
      <w:r w:rsidRPr="00854DE2">
        <w:rPr>
          <w:b/>
          <w:sz w:val="28"/>
          <w:szCs w:val="28"/>
        </w:rPr>
        <w:t>Программа испытания</w:t>
      </w:r>
      <w:r w:rsidRPr="00854DE2">
        <w:rPr>
          <w:sz w:val="28"/>
          <w:szCs w:val="28"/>
        </w:rPr>
        <w:t xml:space="preserve"> (Приложение 1)</w:t>
      </w:r>
    </w:p>
    <w:p w:rsidR="007410E5" w:rsidRPr="00854DE2" w:rsidRDefault="007410E5" w:rsidP="00854DE2">
      <w:pPr>
        <w:tabs>
          <w:tab w:val="left" w:pos="1134"/>
        </w:tabs>
        <w:ind w:firstLine="709"/>
        <w:rPr>
          <w:sz w:val="28"/>
          <w:szCs w:val="28"/>
        </w:rPr>
      </w:pP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Участник находится на штрафной линии лицом к корзине. По сигналу конкурсант подбирает баскетбольный мяч (№1) и выполняет штрафной бросок. Далее передвигается к футбольному мячу (№ 2) и обводит фишки № 4, 5, 6, при этом фишку № 4 обводит с правой стороны.  После обводки фишки № 6 участник продолжает движение к «зоне для удара» и выполняет удар по воротам удобным способом и переходит к мячу № 3.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Подобрав баскетбольный мяч, участник выполняет ведение мяча и обводит фишки № 1, 2, 3 дальней от них рукой, при этом фишку №1 обводит с правой стороны, после обводки фишки №3 движется к кольцу и выполняет бросок в корзину после двух шагов из-под щита. Затем продолжает движение к мячу № 4 (мяч для флорбола) и клюшкой выполняет ведение вокруг фишек № 4, 5, 6, начиная с правой стороны, и продолжая движение до зоны удара, осуществляет удар по воротам.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 xml:space="preserve">Запуск секундомера осуществляется после команды «Марш!». Остановка секундомера осуществляется в момент пересечения мячом для флорбола линии ворот, лицевой линии игровой площадки, совмещенной с линией ворот или боковой линии баскетбольной площадки, проведенной до линии ворот или в момент касания </w:t>
      </w:r>
      <w:r w:rsidRPr="00854DE2">
        <w:rPr>
          <w:color w:val="000000"/>
          <w:sz w:val="28"/>
          <w:szCs w:val="28"/>
        </w:rPr>
        <w:t>флорбольным</w:t>
      </w:r>
      <w:r w:rsidRPr="00854DE2">
        <w:rPr>
          <w:sz w:val="28"/>
          <w:szCs w:val="28"/>
        </w:rPr>
        <w:t xml:space="preserve"> мячом штанги или перекладины ворот. 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410E5" w:rsidRPr="00854DE2" w:rsidRDefault="007410E5" w:rsidP="009E3ED7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854DE2">
        <w:rPr>
          <w:b/>
          <w:sz w:val="28"/>
          <w:szCs w:val="28"/>
        </w:rPr>
        <w:t>Оценка исполнения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Общая оценка испытания складывается из общего времени выполнения упражнения и штрафного времени.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854DE2">
        <w:rPr>
          <w:b/>
          <w:sz w:val="28"/>
          <w:szCs w:val="28"/>
        </w:rPr>
        <w:t>Штрафное время</w:t>
      </w:r>
      <w:r w:rsidRPr="00854DE2">
        <w:rPr>
          <w:i/>
          <w:sz w:val="28"/>
          <w:szCs w:val="28"/>
        </w:rPr>
        <w:t>(назначается за каждую ошибку)</w:t>
      </w:r>
      <w:r w:rsidRPr="00854DE2">
        <w:rPr>
          <w:b/>
          <w:sz w:val="28"/>
          <w:szCs w:val="28"/>
        </w:rPr>
        <w:t>: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 xml:space="preserve">- за нарушение поведения и техники безопасности участниками главный судья имеет право добавить +10 сек. к основному времени; 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выполнение движения неустановленным способом +3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выполнение броска (удара) за пределами «зоны для броска (удара)» +3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непопадание в кольцо (ворота) +3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невыполнение броска в кольцо (по воротам) +5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выполнение броска в кольцо неустановленным способом (штрафной бросок, двухшажная техника) +3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обводка стойки не с той стороны +3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выполнение ведения мяча не той рукой (ближней к фишке) +3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касание или сбивание фишки +3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нарушение правил в технике ведения мяча (пробежка, пронос мяча, двойное ведение и т. д.) +1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4DE2">
        <w:rPr>
          <w:sz w:val="28"/>
          <w:szCs w:val="28"/>
        </w:rPr>
        <w:t>- пропуск обводки одной из фишек +5 сек.;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410E5" w:rsidRPr="00854DE2" w:rsidRDefault="007410E5" w:rsidP="009E3ED7">
      <w:pPr>
        <w:tabs>
          <w:tab w:val="left" w:pos="1134"/>
          <w:tab w:val="left" w:pos="1800"/>
        </w:tabs>
        <w:ind w:firstLine="709"/>
        <w:jc w:val="center"/>
        <w:outlineLvl w:val="0"/>
        <w:rPr>
          <w:b/>
          <w:sz w:val="28"/>
          <w:szCs w:val="28"/>
        </w:rPr>
      </w:pPr>
      <w:r w:rsidRPr="00854DE2">
        <w:rPr>
          <w:b/>
          <w:sz w:val="28"/>
          <w:szCs w:val="28"/>
        </w:rPr>
        <w:t>ЛЕГКАЯ АТЛЕТИКА</w:t>
      </w:r>
    </w:p>
    <w:p w:rsidR="007410E5" w:rsidRPr="00854DE2" w:rsidRDefault="007410E5" w:rsidP="00854DE2">
      <w:pPr>
        <w:tabs>
          <w:tab w:val="left" w:pos="1134"/>
          <w:tab w:val="left" w:pos="180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54DE2">
        <w:rPr>
          <w:b/>
          <w:sz w:val="28"/>
          <w:szCs w:val="28"/>
        </w:rPr>
        <w:t>Юноши и девушки</w:t>
      </w:r>
    </w:p>
    <w:p w:rsidR="007410E5" w:rsidRPr="00854DE2" w:rsidRDefault="007410E5" w:rsidP="00854DE2">
      <w:pPr>
        <w:tabs>
          <w:tab w:val="left" w:pos="1134"/>
          <w:tab w:val="left" w:pos="180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410E5" w:rsidRPr="00854DE2" w:rsidRDefault="007410E5" w:rsidP="009E3ED7">
      <w:pPr>
        <w:tabs>
          <w:tab w:val="left" w:pos="1134"/>
          <w:tab w:val="left" w:pos="1800"/>
        </w:tabs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  <w:r w:rsidRPr="00854DE2">
        <w:rPr>
          <w:b/>
          <w:sz w:val="28"/>
          <w:szCs w:val="28"/>
        </w:rPr>
        <w:t>Программа испытания</w:t>
      </w:r>
    </w:p>
    <w:p w:rsidR="007410E5" w:rsidRPr="00854DE2" w:rsidRDefault="007410E5" w:rsidP="009E3ED7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  <w:r w:rsidRPr="00854DE2">
        <w:rPr>
          <w:sz w:val="28"/>
          <w:szCs w:val="28"/>
        </w:rPr>
        <w:t>Конкурсное испытание заключается в преодолении дистанции</w:t>
      </w:r>
    </w:p>
    <w:p w:rsidR="007410E5" w:rsidRPr="00854DE2" w:rsidRDefault="007410E5" w:rsidP="00854DE2">
      <w:pPr>
        <w:tabs>
          <w:tab w:val="left" w:pos="1134"/>
        </w:tabs>
        <w:ind w:firstLine="709"/>
        <w:jc w:val="both"/>
        <w:rPr>
          <w:b/>
          <w:i/>
          <w:sz w:val="28"/>
          <w:szCs w:val="28"/>
        </w:rPr>
      </w:pPr>
      <w:r w:rsidRPr="00854DE2">
        <w:rPr>
          <w:b/>
          <w:i/>
          <w:sz w:val="28"/>
          <w:szCs w:val="28"/>
        </w:rPr>
        <w:t>девушки - 300м; юноши - 500м</w:t>
      </w:r>
    </w:p>
    <w:p w:rsidR="007410E5" w:rsidRPr="00854DE2" w:rsidRDefault="007410E5" w:rsidP="00854DE2">
      <w:pPr>
        <w:tabs>
          <w:tab w:val="left" w:pos="1134"/>
          <w:tab w:val="left" w:pos="9355"/>
        </w:tabs>
        <w:autoSpaceDE w:val="0"/>
        <w:autoSpaceDN w:val="0"/>
        <w:adjustRightInd w:val="0"/>
        <w:ind w:firstLine="709"/>
        <w:rPr>
          <w:b/>
          <w:i/>
          <w:sz w:val="28"/>
          <w:szCs w:val="28"/>
        </w:rPr>
      </w:pPr>
    </w:p>
    <w:p w:rsidR="007410E5" w:rsidRPr="00854DE2" w:rsidRDefault="007410E5" w:rsidP="009E3ED7">
      <w:pPr>
        <w:tabs>
          <w:tab w:val="left" w:pos="1134"/>
          <w:tab w:val="left" w:pos="9355"/>
        </w:tabs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  <w:r w:rsidRPr="00854DE2">
        <w:rPr>
          <w:b/>
          <w:sz w:val="28"/>
          <w:szCs w:val="28"/>
        </w:rPr>
        <w:t>Оценка исполнения</w:t>
      </w:r>
    </w:p>
    <w:p w:rsidR="007410E5" w:rsidRPr="00854DE2" w:rsidRDefault="007410E5" w:rsidP="009E3ED7">
      <w:pPr>
        <w:tabs>
          <w:tab w:val="left" w:pos="1134"/>
          <w:tab w:val="left" w:pos="9355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54DE2">
        <w:rPr>
          <w:sz w:val="28"/>
          <w:szCs w:val="28"/>
        </w:rPr>
        <w:t xml:space="preserve">Фиксируется время преодоления дистанции. </w:t>
      </w:r>
    </w:p>
    <w:p w:rsidR="007410E5" w:rsidRPr="00854DE2" w:rsidRDefault="007410E5" w:rsidP="00854DE2">
      <w:pPr>
        <w:tabs>
          <w:tab w:val="left" w:pos="1134"/>
          <w:tab w:val="left" w:pos="9355"/>
        </w:tabs>
        <w:autoSpaceDE w:val="0"/>
        <w:autoSpaceDN w:val="0"/>
        <w:adjustRightInd w:val="0"/>
        <w:ind w:firstLine="1134"/>
        <w:jc w:val="right"/>
        <w:rPr>
          <w:sz w:val="28"/>
          <w:szCs w:val="28"/>
        </w:rPr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9E3ED7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  <w:outlineLvl w:val="0"/>
      </w:pPr>
      <w:r>
        <w:t>Приложение 1</w:t>
      </w:r>
    </w:p>
    <w:p w:rsidR="007410E5" w:rsidRDefault="007410E5" w:rsidP="00F34068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both"/>
      </w:pPr>
    </w:p>
    <w:p w:rsidR="007410E5" w:rsidRDefault="007410E5" w:rsidP="00F34068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both"/>
      </w:pPr>
    </w:p>
    <w:p w:rsidR="007410E5" w:rsidRDefault="007410E5" w:rsidP="00AF1BDE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</w:pPr>
      <w:r w:rsidRPr="00363C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660pt;height:438.75pt;rotation:-90;visibility:visible">
            <v:imagedata r:id="rId4" o:title=""/>
          </v:shape>
        </w:pict>
      </w:r>
    </w:p>
    <w:p w:rsidR="007410E5" w:rsidRDefault="007410E5" w:rsidP="004774E5">
      <w:pPr>
        <w:tabs>
          <w:tab w:val="left" w:pos="1134"/>
          <w:tab w:val="left" w:pos="9355"/>
        </w:tabs>
        <w:autoSpaceDE w:val="0"/>
        <w:autoSpaceDN w:val="0"/>
        <w:adjustRightInd w:val="0"/>
        <w:ind w:right="-5"/>
        <w:jc w:val="right"/>
      </w:pPr>
    </w:p>
    <w:p w:rsidR="007410E5" w:rsidRDefault="007410E5" w:rsidP="004774E5">
      <w:pPr>
        <w:tabs>
          <w:tab w:val="left" w:pos="1134"/>
          <w:tab w:val="left" w:pos="9214"/>
        </w:tabs>
        <w:autoSpaceDE w:val="0"/>
        <w:autoSpaceDN w:val="0"/>
        <w:adjustRightInd w:val="0"/>
        <w:ind w:right="-710" w:hanging="1418"/>
        <w:jc w:val="center"/>
      </w:pPr>
    </w:p>
    <w:sectPr w:rsidR="007410E5" w:rsidSect="00D7083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D7D"/>
    <w:rsid w:val="000161FB"/>
    <w:rsid w:val="00023B07"/>
    <w:rsid w:val="00042EE4"/>
    <w:rsid w:val="000A6562"/>
    <w:rsid w:val="000B1DC5"/>
    <w:rsid w:val="001F3502"/>
    <w:rsid w:val="00215A70"/>
    <w:rsid w:val="002538B6"/>
    <w:rsid w:val="002B5B24"/>
    <w:rsid w:val="002E058E"/>
    <w:rsid w:val="003052FC"/>
    <w:rsid w:val="00363CFC"/>
    <w:rsid w:val="003948DC"/>
    <w:rsid w:val="00451B4B"/>
    <w:rsid w:val="004774E5"/>
    <w:rsid w:val="004F33AE"/>
    <w:rsid w:val="005553A1"/>
    <w:rsid w:val="00613D34"/>
    <w:rsid w:val="00620A5E"/>
    <w:rsid w:val="00625B0D"/>
    <w:rsid w:val="0067299C"/>
    <w:rsid w:val="006F3C0A"/>
    <w:rsid w:val="007410E5"/>
    <w:rsid w:val="00772002"/>
    <w:rsid w:val="007E6269"/>
    <w:rsid w:val="008466B1"/>
    <w:rsid w:val="00854DE2"/>
    <w:rsid w:val="008872E6"/>
    <w:rsid w:val="008913BE"/>
    <w:rsid w:val="008B3459"/>
    <w:rsid w:val="008C287D"/>
    <w:rsid w:val="00933E66"/>
    <w:rsid w:val="009468E4"/>
    <w:rsid w:val="00956055"/>
    <w:rsid w:val="009A2735"/>
    <w:rsid w:val="009E2C60"/>
    <w:rsid w:val="009E3ED7"/>
    <w:rsid w:val="00A57AB0"/>
    <w:rsid w:val="00A86CD6"/>
    <w:rsid w:val="00AE6891"/>
    <w:rsid w:val="00AF1BDE"/>
    <w:rsid w:val="00B43931"/>
    <w:rsid w:val="00B73D7D"/>
    <w:rsid w:val="00BA6F67"/>
    <w:rsid w:val="00BF51B1"/>
    <w:rsid w:val="00C426F2"/>
    <w:rsid w:val="00C42CB8"/>
    <w:rsid w:val="00C663C7"/>
    <w:rsid w:val="00D407CB"/>
    <w:rsid w:val="00D67D7D"/>
    <w:rsid w:val="00D70832"/>
    <w:rsid w:val="00E0782F"/>
    <w:rsid w:val="00E12694"/>
    <w:rsid w:val="00E32FCA"/>
    <w:rsid w:val="00E63D0B"/>
    <w:rsid w:val="00EB2F2D"/>
    <w:rsid w:val="00EE00B9"/>
    <w:rsid w:val="00F02E73"/>
    <w:rsid w:val="00F26DEE"/>
    <w:rsid w:val="00F34068"/>
    <w:rsid w:val="00F70DD3"/>
    <w:rsid w:val="00FB006C"/>
    <w:rsid w:val="00FC0DA8"/>
    <w:rsid w:val="00FD6C42"/>
    <w:rsid w:val="00FE4C0F"/>
    <w:rsid w:val="00FF4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82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0782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07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82F"/>
    <w:rPr>
      <w:rFonts w:ascii="Tahoma" w:hAnsi="Tahoma" w:cs="Tahoma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9E3E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25AF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9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810</Words>
  <Characters>4618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ЗАДАНИЯ (7-8 классы)</dc:title>
  <dc:subject/>
  <dc:creator>ИРО</dc:creator>
  <cp:keywords/>
  <dc:description/>
  <cp:lastModifiedBy>Андрей</cp:lastModifiedBy>
  <cp:revision>2</cp:revision>
  <dcterms:created xsi:type="dcterms:W3CDTF">2024-09-24T16:44:00Z</dcterms:created>
  <dcterms:modified xsi:type="dcterms:W3CDTF">2024-09-24T16:44:00Z</dcterms:modified>
</cp:coreProperties>
</file>